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87D27" w:rsidTr="008540C4">
        <w:trPr>
          <w:trHeight w:val="2694"/>
        </w:trPr>
        <w:tc>
          <w:tcPr>
            <w:tcW w:w="4927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ПРИЛОЖЕНИЕ</w:t>
            </w:r>
            <w:r w:rsidR="00752A23">
              <w:rPr>
                <w:sz w:val="24"/>
                <w:szCs w:val="24"/>
              </w:rPr>
              <w:t xml:space="preserve"> №</w:t>
            </w:r>
            <w:r w:rsidRPr="00E87D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8540C4" w:rsidRPr="007F1535" w:rsidRDefault="00E87D27" w:rsidP="008540C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 xml:space="preserve">к договору о комплексном развитии территории жилой застройки городского округа "Город Архангельск" </w:t>
            </w:r>
            <w:r w:rsidR="008540C4" w:rsidRPr="007F1535">
              <w:rPr>
                <w:sz w:val="24"/>
                <w:szCs w:val="24"/>
              </w:rPr>
              <w:t xml:space="preserve">в границах части элемента планировочной структуры: </w:t>
            </w:r>
          </w:p>
          <w:p w:rsidR="008540C4" w:rsidRDefault="008540C4" w:rsidP="008540C4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7F1535">
              <w:rPr>
                <w:sz w:val="24"/>
                <w:szCs w:val="24"/>
              </w:rPr>
              <w:t xml:space="preserve">ул. Добролюбова, ул. Партизанская, </w:t>
            </w:r>
          </w:p>
          <w:p w:rsidR="008540C4" w:rsidRDefault="008540C4" w:rsidP="008540C4">
            <w:pPr>
              <w:jc w:val="center"/>
              <w:rPr>
                <w:sz w:val="24"/>
                <w:szCs w:val="24"/>
              </w:rPr>
            </w:pPr>
            <w:r w:rsidRPr="007F1535">
              <w:rPr>
                <w:sz w:val="24"/>
                <w:szCs w:val="24"/>
              </w:rPr>
              <w:t xml:space="preserve">ул. </w:t>
            </w:r>
            <w:proofErr w:type="spellStart"/>
            <w:r w:rsidRPr="007F1535">
              <w:rPr>
                <w:sz w:val="24"/>
                <w:szCs w:val="24"/>
              </w:rPr>
              <w:t>Мусинского</w:t>
            </w:r>
            <w:proofErr w:type="spellEnd"/>
            <w:r w:rsidRPr="007F1535">
              <w:rPr>
                <w:sz w:val="24"/>
                <w:szCs w:val="24"/>
              </w:rPr>
              <w:t>, ул. Ильича</w:t>
            </w:r>
            <w:r w:rsidRPr="00E87D27">
              <w:rPr>
                <w:sz w:val="24"/>
                <w:szCs w:val="24"/>
              </w:rPr>
              <w:t xml:space="preserve"> </w:t>
            </w:r>
          </w:p>
          <w:p w:rsidR="008540C4" w:rsidRDefault="008540C4" w:rsidP="008540C4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8540C4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391308" w:rsidP="00391308">
            <w:pPr>
              <w:jc w:val="center"/>
            </w:pPr>
            <w:r w:rsidRPr="00391308">
              <w:t xml:space="preserve">в соответствии </w:t>
            </w:r>
            <w:r w:rsidRPr="00391308">
              <w:br/>
              <w:t xml:space="preserve">с приложением </w:t>
            </w:r>
            <w:r w:rsidR="00845B2A">
              <w:t>№</w:t>
            </w:r>
            <w:bookmarkStart w:id="0" w:name="_GoBack"/>
            <w:bookmarkEnd w:id="0"/>
            <w:r w:rsidRPr="00391308">
              <w:t xml:space="preserve"> 3 </w:t>
            </w:r>
          </w:p>
          <w:p w:rsidR="00391308" w:rsidRPr="00391308" w:rsidRDefault="00391308" w:rsidP="00845B2A">
            <w:pPr>
              <w:jc w:val="center"/>
            </w:pPr>
            <w:r w:rsidRPr="00391308">
              <w:t xml:space="preserve">к </w:t>
            </w:r>
            <w:r w:rsidR="00845B2A">
              <w:t>д</w:t>
            </w:r>
            <w:r w:rsidRPr="00391308">
              <w:t>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1.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2.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308" w:rsidRPr="00391308" w:rsidRDefault="00391308" w:rsidP="0039130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3913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11A50" w:rsidRPr="00391308" w:rsidRDefault="00845B2A" w:rsidP="003913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11A50" w:rsidRPr="00391308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11D" w:rsidRDefault="0091311D">
      <w:pPr>
        <w:spacing w:after="0" w:line="240" w:lineRule="auto"/>
      </w:pPr>
      <w:r>
        <w:separator/>
      </w:r>
    </w:p>
  </w:endnote>
  <w:endnote w:type="continuationSeparator" w:id="0">
    <w:p w:rsidR="0091311D" w:rsidRDefault="00913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11D" w:rsidRDefault="0091311D">
      <w:pPr>
        <w:spacing w:after="0" w:line="240" w:lineRule="auto"/>
      </w:pPr>
      <w:r>
        <w:separator/>
      </w:r>
    </w:p>
  </w:footnote>
  <w:footnote w:type="continuationSeparator" w:id="0">
    <w:p w:rsidR="0091311D" w:rsidRDefault="00913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0C4">
          <w:rPr>
            <w:noProof/>
          </w:rPr>
          <w:t>2</w:t>
        </w:r>
        <w:r>
          <w:fldChar w:fldCharType="end"/>
        </w:r>
      </w:p>
    </w:sdtContent>
  </w:sdt>
  <w:p w:rsidR="00DF4010" w:rsidRDefault="00845B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408B7"/>
    <w:rsid w:val="00377907"/>
    <w:rsid w:val="00391308"/>
    <w:rsid w:val="00470E7A"/>
    <w:rsid w:val="00752A23"/>
    <w:rsid w:val="00845B2A"/>
    <w:rsid w:val="008540C4"/>
    <w:rsid w:val="008B3278"/>
    <w:rsid w:val="0091311D"/>
    <w:rsid w:val="00952C29"/>
    <w:rsid w:val="009F5E6B"/>
    <w:rsid w:val="00A05EB7"/>
    <w:rsid w:val="00AB19DA"/>
    <w:rsid w:val="00B640EA"/>
    <w:rsid w:val="00D32B90"/>
    <w:rsid w:val="00DE61C2"/>
    <w:rsid w:val="00E3419F"/>
    <w:rsid w:val="00E8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2024-05-01T07:05:00Z</cp:lastPrinted>
  <dcterms:created xsi:type="dcterms:W3CDTF">2024-10-31T06:25:00Z</dcterms:created>
  <dcterms:modified xsi:type="dcterms:W3CDTF">2024-11-01T10:46:00Z</dcterms:modified>
</cp:coreProperties>
</file>